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896CF" w14:textId="4A655D98" w:rsidR="00207F13" w:rsidRDefault="00207F13" w:rsidP="00207F13">
      <w:pPr>
        <w:pStyle w:val="Pealkiri"/>
        <w:jc w:val="left"/>
      </w:pPr>
      <w:r>
        <w:t>Lisa 2 Projekteerimislepingu projekt</w:t>
      </w:r>
    </w:p>
    <w:p w14:paraId="23FE8C3A" w14:textId="77777777" w:rsidR="00207F13" w:rsidRDefault="00207F13" w:rsidP="00207F13">
      <w:pPr>
        <w:pStyle w:val="Pealkiri"/>
        <w:jc w:val="left"/>
      </w:pPr>
    </w:p>
    <w:p w14:paraId="1284FD02" w14:textId="022AEB74" w:rsidR="00207F13" w:rsidRPr="00100752" w:rsidRDefault="00D07E0A" w:rsidP="00207F13">
      <w:pPr>
        <w:pStyle w:val="Pealkiri"/>
        <w:jc w:val="left"/>
        <w:rPr>
          <w:rFonts w:eastAsia="Calibri"/>
          <w:szCs w:val="22"/>
        </w:rPr>
      </w:pPr>
      <w:r w:rsidRPr="00100752">
        <w:t>PROJEKTEERIMIS</w:t>
      </w:r>
      <w:r w:rsidR="00B02111" w:rsidRPr="00100752">
        <w:t>LEPING</w:t>
      </w:r>
    </w:p>
    <w:p w14:paraId="2980AD60" w14:textId="77777777" w:rsidR="006669FD" w:rsidRPr="00100752" w:rsidRDefault="006669FD" w:rsidP="006669FD">
      <w:pPr>
        <w:jc w:val="both"/>
      </w:pPr>
    </w:p>
    <w:p w14:paraId="4887FBCA" w14:textId="65A61F7D"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222E23" w:rsidRPr="00100752">
        <w:t xml:space="preserve">keda esindab </w:t>
      </w:r>
      <w:r w:rsidR="00207F13">
        <w:t>… alusel …</w:t>
      </w:r>
      <w:r w:rsidR="00222E23" w:rsidRPr="00100752">
        <w:t>, ühelt poolt,</w:t>
      </w:r>
    </w:p>
    <w:p w14:paraId="23D34BE7" w14:textId="77777777" w:rsidR="00222E23" w:rsidRPr="00100752" w:rsidRDefault="00222E23" w:rsidP="00634FF0">
      <w:pPr>
        <w:jc w:val="both"/>
      </w:pPr>
    </w:p>
    <w:p w14:paraId="1379AAD0" w14:textId="77777777"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7C139662" w14:textId="014C2DAB" w:rsidR="00222E23" w:rsidRPr="00100752" w:rsidRDefault="00207F13" w:rsidP="00222E23">
      <w:pPr>
        <w:jc w:val="both"/>
      </w:pPr>
      <w:r w:rsidRPr="00207F13">
        <w:rPr>
          <w:b/>
          <w:bCs/>
        </w:rPr>
        <w:t>…</w:t>
      </w:r>
      <w:r>
        <w:t xml:space="preserve"> (</w:t>
      </w:r>
      <w:r w:rsidR="00222E23" w:rsidRPr="00207F13">
        <w:rPr>
          <w:bCs/>
        </w:rPr>
        <w:t>edaspidi projekteerija</w:t>
      </w:r>
      <w:r w:rsidRPr="00207F13">
        <w:rPr>
          <w:bCs/>
        </w:rPr>
        <w:t>)</w:t>
      </w:r>
      <w:r w:rsidR="00222E23" w:rsidRPr="00EC3CBD">
        <w:rPr>
          <w:bCs/>
        </w:rPr>
        <w:t xml:space="preserve">, </w:t>
      </w:r>
      <w:r w:rsidR="00222E23" w:rsidRPr="00100752">
        <w:rPr>
          <w:iCs/>
        </w:rPr>
        <w:t xml:space="preserve">keda esindab </w:t>
      </w:r>
      <w:r>
        <w:t xml:space="preserve">… </w:t>
      </w:r>
      <w:r w:rsidR="00222E23" w:rsidRPr="00100752">
        <w:rPr>
          <w:iCs/>
        </w:rPr>
        <w:t>alusel</w:t>
      </w:r>
      <w:r>
        <w:rPr>
          <w:iCs/>
        </w:rPr>
        <w:t xml:space="preserve"> …,</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EC3CBD" w:rsidRDefault="00634FF0" w:rsidP="00634FF0">
      <w:pPr>
        <w:jc w:val="both"/>
      </w:pPr>
      <w:r w:rsidRPr="00EC3CBD">
        <w:t xml:space="preserve">keda nimetatakse edaspidi </w:t>
      </w:r>
      <w:r w:rsidR="00CD52E7" w:rsidRPr="00EC3CBD">
        <w:t>p</w:t>
      </w:r>
      <w:r w:rsidRPr="00EC3CBD">
        <w:t xml:space="preserve">ool või ühiselt </w:t>
      </w:r>
      <w:r w:rsidR="00CD52E7" w:rsidRPr="00EC3CBD">
        <w:t>p</w:t>
      </w:r>
      <w:r w:rsidRPr="00EC3CBD">
        <w:t>ooled,</w:t>
      </w:r>
    </w:p>
    <w:p w14:paraId="09B6576F" w14:textId="77777777" w:rsidR="00222E23" w:rsidRPr="00100752" w:rsidRDefault="00222E23" w:rsidP="00634FF0">
      <w:pPr>
        <w:jc w:val="both"/>
        <w:rPr>
          <w:szCs w:val="18"/>
        </w:rPr>
      </w:pPr>
    </w:p>
    <w:p w14:paraId="3344ED34" w14:textId="584126FE" w:rsidR="00634FF0" w:rsidRPr="00207F13" w:rsidRDefault="00634FF0" w:rsidP="009126C5">
      <w:r w:rsidRPr="00207F13">
        <w:t>sõlmisid lepingu</w:t>
      </w:r>
      <w:r w:rsidR="00207F13" w:rsidRPr="00207F13">
        <w:t xml:space="preserve"> (</w:t>
      </w:r>
      <w:r w:rsidRPr="00207F13">
        <w:t xml:space="preserve">edaspidi </w:t>
      </w:r>
      <w:r w:rsidR="00CD52E7" w:rsidRPr="00207F13">
        <w:t>l</w:t>
      </w:r>
      <w:r w:rsidRPr="00207F13">
        <w:t>eping</w:t>
      </w:r>
      <w:r w:rsidR="00207F13" w:rsidRPr="00207F13">
        <w:t>)</w:t>
      </w:r>
      <w:r w:rsidR="00B47672" w:rsidRPr="00207F13">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Content>
          <w:r w:rsidR="00093F12">
            <w:t>liht</w:t>
          </w:r>
          <w:r w:rsidR="00334452" w:rsidRPr="00895B8C">
            <w:t>hanke</w:t>
          </w:r>
        </w:sdtContent>
      </w:sdt>
      <w:r w:rsidR="00B47672" w:rsidRPr="00895B8C">
        <w:t xml:space="preserve"> </w:t>
      </w:r>
      <w:r w:rsidR="007548FE" w:rsidRPr="00895B8C">
        <w:t xml:space="preserve">(DHS nr </w:t>
      </w:r>
      <w:r w:rsidR="00B47672" w:rsidRPr="00895B8C">
        <w:t>/</w:t>
      </w:r>
      <w:r w:rsidR="009126C5" w:rsidRPr="009126C5">
        <w:t>1-47.</w:t>
      </w:r>
      <w:r w:rsidR="007548FE" w:rsidRPr="00895B8C">
        <w:t>)</w:t>
      </w:r>
      <w:r w:rsidR="00B47672" w:rsidRPr="00895B8C">
        <w:t xml:space="preserve"> </w:t>
      </w:r>
      <w:r w:rsidR="00B47672" w:rsidRPr="006833CD">
        <w:rPr>
          <w:i/>
          <w:iCs/>
        </w:rPr>
        <w:t>„</w:t>
      </w:r>
      <w:r w:rsidR="00A23A9C">
        <w:rPr>
          <w:i/>
          <w:iCs/>
        </w:rPr>
        <w:t>Kaberneeme telkimisala</w:t>
      </w:r>
      <w:r w:rsidR="00FA27A2">
        <w:rPr>
          <w:i/>
          <w:iCs/>
        </w:rPr>
        <w:t xml:space="preserve"> rekonstrueerimise </w:t>
      </w:r>
      <w:r w:rsidR="00F80F3D">
        <w:rPr>
          <w:i/>
          <w:iCs/>
        </w:rPr>
        <w:t xml:space="preserve"> projekteerimistööd</w:t>
      </w:r>
      <w:r w:rsidR="00A23A9C">
        <w:rPr>
          <w:i/>
          <w:iCs/>
        </w:rPr>
        <w:t>“</w:t>
      </w:r>
      <w:r w:rsidR="00B47672" w:rsidRPr="00F734BD">
        <w:t xml:space="preserve"> </w:t>
      </w:r>
      <w:r w:rsidRPr="00895B8C">
        <w:t>tulemusena alljärgnevas:</w:t>
      </w:r>
    </w:p>
    <w:p w14:paraId="764CC059" w14:textId="77777777" w:rsidR="006669FD" w:rsidRPr="00207F13"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3279DF4C" w14:textId="7036AC92" w:rsidR="00CA3076" w:rsidRPr="00100752" w:rsidRDefault="00CD52E7" w:rsidP="0083037E">
      <w:pPr>
        <w:pStyle w:val="Pealkiri21"/>
        <w:jc w:val="both"/>
      </w:pPr>
      <w:r w:rsidRPr="00C63BFE">
        <w:t xml:space="preserve">Lepingu </w:t>
      </w:r>
      <w:r w:rsidR="00C10513" w:rsidRPr="00C63BFE">
        <w:t>objektik</w:t>
      </w:r>
      <w:r w:rsidRPr="00C63BFE">
        <w:t xml:space="preserve">s on </w:t>
      </w:r>
      <w:r w:rsidR="00A23A9C" w:rsidRPr="006833CD">
        <w:rPr>
          <w:i/>
          <w:iCs/>
        </w:rPr>
        <w:t>„</w:t>
      </w:r>
      <w:r w:rsidR="00A23A9C">
        <w:rPr>
          <w:i/>
          <w:iCs/>
        </w:rPr>
        <w:t>Kaberneeme telkimisala</w:t>
      </w:r>
      <w:r w:rsidR="00FA27A2">
        <w:rPr>
          <w:i/>
          <w:iCs/>
        </w:rPr>
        <w:t xml:space="preserve"> rekonstrueerimise</w:t>
      </w:r>
      <w:r w:rsidR="00A23A9C">
        <w:rPr>
          <w:i/>
          <w:iCs/>
        </w:rPr>
        <w:t xml:space="preserve"> projekteerimistööd“</w:t>
      </w:r>
      <w:r w:rsidR="00A23A9C" w:rsidRPr="00F734BD">
        <w:t xml:space="preserve"> </w:t>
      </w:r>
      <w:r w:rsidR="00F80F3D" w:rsidRPr="00F734BD">
        <w:t xml:space="preserve"> </w:t>
      </w:r>
      <w:r w:rsidRPr="00C63BFE">
        <w:t>p</w:t>
      </w:r>
      <w:r w:rsidR="00D07E0A" w:rsidRPr="00C63BFE">
        <w:t>rojekteerija poolt projekteerimistööde ja nende tegemiseks vajalike uurimustööde tegemine ning sellega seotud asjaajamine</w:t>
      </w:r>
      <w:r w:rsidR="00A15311" w:rsidRPr="00C63BFE">
        <w:t xml:space="preserve"> </w:t>
      </w:r>
      <w:r w:rsidR="00D7447A" w:rsidRPr="00C63BFE">
        <w:t xml:space="preserve"> </w:t>
      </w:r>
      <w:r w:rsidR="00D07E0A" w:rsidRPr="00C63BFE">
        <w:t xml:space="preserve">edaspidi </w:t>
      </w:r>
      <w:r w:rsidRPr="00C63BFE">
        <w:t>o</w:t>
      </w:r>
      <w:r w:rsidR="00D07E0A" w:rsidRPr="00C63BFE">
        <w:t>bjekt</w:t>
      </w:r>
      <w:r w:rsidR="005E0033">
        <w: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C63BFE" w:rsidRDefault="00CA3076" w:rsidP="001D3892">
      <w:pPr>
        <w:pStyle w:val="Pealkiri21"/>
        <w:jc w:val="both"/>
      </w:pPr>
      <w:r w:rsidRPr="00C63BFE">
        <w:t xml:space="preserve">Projekteerija põhikohustuseks on kõigi objekti ehitamiseks vajalike projektide koostamine, edaspidi </w:t>
      </w:r>
      <w:r w:rsidR="00CD52E7" w:rsidRPr="00C63BFE">
        <w:t>p</w:t>
      </w:r>
      <w:r w:rsidRPr="00C63BFE">
        <w:t xml:space="preserve">rojekteerimistööd. </w:t>
      </w:r>
    </w:p>
    <w:p w14:paraId="0763EC7D" w14:textId="1F2C137C" w:rsidR="00092649" w:rsidRPr="00100752" w:rsidRDefault="00CA3076" w:rsidP="00207F13">
      <w:pPr>
        <w:pStyle w:val="Pealkiri21"/>
        <w:jc w:val="both"/>
      </w:pPr>
      <w:r w:rsidRPr="00C63BFE">
        <w:t>Projekteerimistööde etapid on kirjeldatud hoone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EHR-i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31367220"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55EB5350"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w:t>
      </w:r>
      <w:r w:rsidRPr="00EC3CBD">
        <w:lastRenderedPageBreak/>
        <w:t xml:space="preserve">edaspidi </w:t>
      </w:r>
      <w:r w:rsidR="00CD52E7" w:rsidRPr="00EC3CBD">
        <w:t>p</w:t>
      </w:r>
      <w:r w:rsidRPr="00EC3CBD">
        <w:t>rojekteerimise tähtajad. Kogu proj</w:t>
      </w:r>
      <w:r w:rsidR="00662208" w:rsidRPr="00EC3CBD">
        <w:t xml:space="preserve">ekt peab valmis olema </w:t>
      </w:r>
      <w:r w:rsidR="00662208" w:rsidRPr="006833CD">
        <w:rPr>
          <w:i/>
          <w:iCs/>
        </w:rPr>
        <w:t>hiljemalt</w:t>
      </w:r>
      <w:r w:rsidRPr="006833CD">
        <w:rPr>
          <w:i/>
          <w:iCs/>
        </w:rPr>
        <w:t xml:space="preserve"> </w:t>
      </w:r>
      <w:r w:rsidR="00891ED1" w:rsidRPr="006833CD">
        <w:rPr>
          <w:i/>
          <w:iCs/>
        </w:rPr>
        <w:t>(</w:t>
      </w:r>
      <w:r w:rsidR="00A23A9C">
        <w:rPr>
          <w:i/>
          <w:iCs/>
        </w:rPr>
        <w:t>7</w:t>
      </w:r>
      <w:r w:rsidR="00891ED1" w:rsidRPr="006833CD">
        <w:rPr>
          <w:i/>
          <w:iCs/>
        </w:rPr>
        <w:t xml:space="preserve">) </w:t>
      </w:r>
      <w:r w:rsidR="00A23A9C">
        <w:rPr>
          <w:i/>
          <w:iCs/>
        </w:rPr>
        <w:t>seitse</w:t>
      </w:r>
      <w:r w:rsidR="00A858A3" w:rsidRPr="006833CD">
        <w:rPr>
          <w:i/>
          <w:iCs/>
        </w:rPr>
        <w:t xml:space="preserve"> </w:t>
      </w:r>
      <w:r w:rsidRPr="006833CD">
        <w:rPr>
          <w:i/>
          <w:iCs/>
        </w:rPr>
        <w:t>kuud</w:t>
      </w:r>
      <w:r w:rsidR="000B6C5B" w:rsidRPr="006833CD">
        <w:rPr>
          <w:i/>
          <w:iCs/>
        </w:rPr>
        <w:t xml:space="preserve"> </w:t>
      </w:r>
      <w:r w:rsidRPr="00100752">
        <w:t>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14F0BA7C"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2544858A" w:rsidR="00CA3076" w:rsidRPr="001734FD" w:rsidRDefault="0035627B" w:rsidP="00BA6375">
      <w:pPr>
        <w:pStyle w:val="Pealkiri11"/>
        <w:jc w:val="both"/>
        <w:rPr>
          <w:b/>
        </w:rPr>
      </w:pPr>
      <w:r w:rsidRPr="001734FD">
        <w:rPr>
          <w:b/>
        </w:rPr>
        <w:t xml:space="preserve">Lepingu </w:t>
      </w:r>
      <w:r w:rsidR="00A1479A" w:rsidRPr="001734FD">
        <w:rPr>
          <w:b/>
        </w:rPr>
        <w:t>maksumus.</w:t>
      </w:r>
    </w:p>
    <w:p w14:paraId="1684F2B9" w14:textId="530AC609" w:rsidR="00CA3076" w:rsidRPr="00207F13" w:rsidRDefault="00CD52E7" w:rsidP="00BA6375">
      <w:pPr>
        <w:pStyle w:val="Pealkiri21"/>
        <w:jc w:val="both"/>
        <w:rPr>
          <w:bCs/>
        </w:rPr>
      </w:pPr>
      <w:r w:rsidRPr="00100752">
        <w:t>Tellija on kohustatud maksma projekteerijale kõigi projekteerija käesoleva l</w:t>
      </w:r>
      <w:r w:rsidR="00CA3076" w:rsidRPr="00100752">
        <w:t xml:space="preserve">epinguga määratud kohustuste täitmise eest kokku </w:t>
      </w:r>
      <w:r w:rsidR="00207F13">
        <w:t>…</w:t>
      </w:r>
      <w:r w:rsidR="001734FD">
        <w:t>…….</w:t>
      </w:r>
      <w:r w:rsidR="00CA3076" w:rsidRPr="00100752">
        <w:t xml:space="preserve">eurot, edaspidi </w:t>
      </w:r>
      <w:r w:rsidR="00CA3076" w:rsidRPr="00207F13">
        <w:rPr>
          <w:bCs/>
        </w:rPr>
        <w:t>tasu.</w:t>
      </w:r>
    </w:p>
    <w:p w14:paraId="05605184" w14:textId="153DA2BF" w:rsidR="00CA3076" w:rsidRPr="00100752" w:rsidRDefault="00CD52E7" w:rsidP="00BA6375">
      <w:pPr>
        <w:pStyle w:val="Pealkiri21"/>
        <w:jc w:val="both"/>
      </w:pPr>
      <w:r w:rsidRPr="00100752">
        <w:t>Tellija on kohustatud maksma tasu peale l</w:t>
      </w:r>
      <w:r w:rsidR="00CA3076" w:rsidRPr="00100752">
        <w:t xml:space="preserve">epingu lisas </w:t>
      </w:r>
      <w:r w:rsidR="00E85A15" w:rsidRPr="00100752">
        <w:t>3</w:t>
      </w:r>
      <w:r w:rsidR="00CA3076" w:rsidRPr="00100752">
        <w:t xml:space="preserve"> märgitud projektietappide vastuvõtmist. Tellija o</w:t>
      </w:r>
      <w:r w:rsidRPr="00100752">
        <w:t xml:space="preserve">n seejuures kohustatud maksma </w:t>
      </w:r>
      <w:r w:rsidR="00CA3076" w:rsidRPr="00100752">
        <w:t>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8993627" w:rsidR="00CA3076" w:rsidRPr="00100752" w:rsidRDefault="00CD52E7" w:rsidP="00764935">
      <w:pPr>
        <w:pStyle w:val="Pealkiri21"/>
        <w:jc w:val="both"/>
      </w:pPr>
      <w:r w:rsidRPr="00100752">
        <w:t>Tellija on kohustatud maksma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E-arveldaja, mis asub ettevõtjaportaalis https://www.rik.ee/et/e-arveldaja.</w:t>
      </w:r>
    </w:p>
    <w:p w14:paraId="0D0E44D3" w14:textId="28BF5BEC" w:rsidR="00CA3076" w:rsidRPr="00100752" w:rsidRDefault="00CD52E7" w:rsidP="00BA6375">
      <w:pPr>
        <w:pStyle w:val="Pealkiri21"/>
        <w:jc w:val="both"/>
      </w:pPr>
      <w:r w:rsidRPr="00100752">
        <w:t>Punktis 4.1 määratud tasu maksmisega viivitamisel tellija poolt on p</w:t>
      </w:r>
      <w:r w:rsidR="00CA3076" w:rsidRPr="00100752">
        <w:t>rojekteerijal õigus nõuda viivist 0,15% võlgnetavast summast iga maksmisega viivitatud päeva eest.</w:t>
      </w:r>
    </w:p>
    <w:p w14:paraId="77730706" w14:textId="503639FC" w:rsidR="00CA3076" w:rsidRPr="00100752" w:rsidRDefault="00CA3076" w:rsidP="00BA6375">
      <w:pPr>
        <w:pStyle w:val="Pealkiri21"/>
        <w:jc w:val="both"/>
      </w:pPr>
      <w:r w:rsidRPr="00100752">
        <w:t>Tell</w:t>
      </w:r>
      <w:r w:rsidR="00CD52E7" w:rsidRPr="00100752">
        <w:t xml:space="preserve">ijal on õigus </w:t>
      </w:r>
      <w:r w:rsidRPr="00100752">
        <w:t xml:space="preserve">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675FAF83" w:rsidR="00CA3076" w:rsidRPr="00100752" w:rsidRDefault="00CA3076" w:rsidP="00BA6375">
      <w:pPr>
        <w:pStyle w:val="Pealkiri21"/>
        <w:jc w:val="both"/>
      </w:pPr>
      <w:r w:rsidRPr="00100752">
        <w:lastRenderedPageBreak/>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39D77C88"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719E5D07" w14:textId="0D74E5C1" w:rsidR="00D322AC" w:rsidRPr="00100752" w:rsidRDefault="00E82AE4" w:rsidP="008633AC">
      <w:pPr>
        <w:pStyle w:val="Pealkiri21"/>
        <w:jc w:val="both"/>
      </w:pPr>
      <w:r>
        <w:t>P</w:t>
      </w:r>
      <w:r w:rsidR="00D322AC">
        <w:t xml:space="preserve">rojekteerimisvigade lahendamisel on projekteerija kohustatud esitama korrigeeritud </w:t>
      </w:r>
      <w:r w:rsidR="00705EDC">
        <w:t xml:space="preserve">materjalid </w:t>
      </w:r>
      <w:r w:rsidR="00A24385">
        <w:t xml:space="preserve">või omapoolse seisukoha </w:t>
      </w:r>
      <w:r w:rsidR="00705EDC">
        <w:t xml:space="preserve">hiljemalt 3 nädala jooksul alates tellija </w:t>
      </w:r>
      <w:r>
        <w:t>pöördumise, ekspertiisi vmt</w:t>
      </w:r>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422B7407" w:rsidR="00CA3076" w:rsidRPr="00100752" w:rsidRDefault="00CA3076" w:rsidP="00BA6375">
      <w:pPr>
        <w:pStyle w:val="Pealkiri21"/>
        <w:jc w:val="both"/>
      </w:pPr>
      <w:r w:rsidRPr="00100752">
        <w:t>Ob</w:t>
      </w:r>
      <w:r w:rsidR="00867887" w:rsidRPr="00100752">
        <w:t>jekti vastutav projekteerija on</w:t>
      </w:r>
      <w:r w:rsidRPr="00100752">
        <w:t xml:space="preserve"> </w:t>
      </w:r>
      <w:r w:rsidR="00207F13">
        <w:rPr>
          <w:rFonts w:eastAsia="Calibri"/>
        </w:rPr>
        <w:t>…</w:t>
      </w:r>
      <w:r w:rsidR="0055684A">
        <w:rPr>
          <w:rFonts w:eastAsia="Calibri"/>
        </w:rPr>
        <w:t>r</w:t>
      </w:r>
      <w:r w:rsidR="00207F13">
        <w:rPr>
          <w:rFonts w:eastAsia="Calibri"/>
        </w:rPr>
        <w:t xml:space="preserve">, </w:t>
      </w:r>
      <w:r w:rsidR="00B47672" w:rsidRPr="00100752">
        <w:t xml:space="preserve">tel </w:t>
      </w:r>
      <w:r w:rsidR="00207F13">
        <w:t>…</w:t>
      </w:r>
      <w:r w:rsidR="0048584E" w:rsidRPr="00100752">
        <w:t xml:space="preserve">, e-post </w:t>
      </w:r>
      <w:r w:rsidR="00207F13">
        <w:t>…</w:t>
      </w:r>
    </w:p>
    <w:p w14:paraId="2AB75983" w14:textId="10245DA3" w:rsidR="0048584E" w:rsidRPr="00100752" w:rsidRDefault="0048584E" w:rsidP="00BA6375">
      <w:pPr>
        <w:pStyle w:val="Pealkiri21"/>
        <w:jc w:val="both"/>
      </w:pPr>
      <w:r w:rsidRPr="00100752">
        <w:t xml:space="preserve">Projekteerija esindaja on </w:t>
      </w:r>
      <w:r w:rsidR="00207F13">
        <w:t>…</w:t>
      </w:r>
      <w:r w:rsidR="00207F13">
        <w:rPr>
          <w:rFonts w:eastAsia="Calibri"/>
        </w:rPr>
        <w:t xml:space="preserve">, </w:t>
      </w:r>
      <w:r w:rsidRPr="00100752">
        <w:rPr>
          <w:rFonts w:eastAsia="Calibri"/>
        </w:rPr>
        <w:t xml:space="preserve">tel </w:t>
      </w:r>
      <w:r w:rsidR="00207F13">
        <w:t>…</w:t>
      </w:r>
      <w:r w:rsidRPr="00100752">
        <w:t xml:space="preserve">, e-post </w:t>
      </w:r>
      <w:r w:rsidR="00207F13">
        <w:t>…</w:t>
      </w:r>
    </w:p>
    <w:p w14:paraId="56F1C27E" w14:textId="658327BC" w:rsidR="003731BF" w:rsidRPr="00100752" w:rsidRDefault="00CA3076" w:rsidP="00BA6375">
      <w:pPr>
        <w:pStyle w:val="Pealkiri21"/>
        <w:jc w:val="both"/>
      </w:pPr>
      <w:r w:rsidRPr="00100752">
        <w:t xml:space="preserve">Tellija </w:t>
      </w:r>
      <w:r w:rsidR="003731BF" w:rsidRPr="00100752">
        <w:t xml:space="preserve">esindaja on </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E-kirja teel edastatud teated peetakse kättesaaduks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lastRenderedPageBreak/>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000000"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361C46F3" w:rsidR="006F20A8" w:rsidRPr="00100752" w:rsidRDefault="006F20A8" w:rsidP="007337BF">
      <w:pPr>
        <w:pStyle w:val="Pealkiri21"/>
        <w:rPr>
          <w:lang w:eastAsia="ar-SA"/>
        </w:rPr>
      </w:pPr>
      <w:r w:rsidRPr="00100752">
        <w:rPr>
          <w:lang w:eastAsia="ar-SA"/>
        </w:rPr>
        <w:t xml:space="preserve">lisa nr 1 </w:t>
      </w:r>
      <w:r w:rsidR="00163203">
        <w:rPr>
          <w:lang w:eastAsia="ar-SA"/>
        </w:rPr>
        <w:t>Riigihanke v</w:t>
      </w:r>
      <w:r w:rsidR="00163203" w:rsidRPr="00163203">
        <w:rPr>
          <w:lang w:eastAsia="ar-SA"/>
        </w:rPr>
        <w:t>iitenumber:</w:t>
      </w:r>
      <w:r w:rsidR="000C7599">
        <w:rPr>
          <w:lang w:eastAsia="ar-SA"/>
        </w:rPr>
        <w:t>286359</w:t>
      </w:r>
      <w:r w:rsidR="00163203">
        <w:rPr>
          <w:lang w:eastAsia="ar-SA"/>
        </w:rPr>
        <w:t xml:space="preserve"> alusdokumendid, mh  </w:t>
      </w:r>
      <w:r w:rsidRPr="00100752">
        <w:rPr>
          <w:lang w:eastAsia="ar-SA"/>
        </w:rPr>
        <w:t>Tellija lähteülesanded (</w:t>
      </w:r>
      <w:r w:rsidR="00163203">
        <w:rPr>
          <w:lang w:eastAsia="ar-SA"/>
        </w:rPr>
        <w:t>allalaetavad Riigihangete registris</w:t>
      </w:r>
      <w:r w:rsidRPr="00100752">
        <w:rPr>
          <w:lang w:eastAsia="ar-SA"/>
        </w:rPr>
        <w:t xml:space="preserve">)       </w:t>
      </w:r>
    </w:p>
    <w:p w14:paraId="72290125" w14:textId="6FF94C38"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2 </w:t>
      </w:r>
      <w:r w:rsidR="007337BF" w:rsidRPr="00100752">
        <w:rPr>
          <w:kern w:val="1"/>
          <w:szCs w:val="20"/>
          <w:lang w:eastAsia="ar-SA"/>
        </w:rPr>
        <w:t>Projekteerija poolt Tellijale esitatud pakkumus (ei asu lepingu juures).</w:t>
      </w:r>
    </w:p>
    <w:p w14:paraId="09992A92" w14:textId="1700D440" w:rsidR="006F20A8" w:rsidRPr="00100752"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lisa nr 3 projekteerimistööde loetelu-graafik</w:t>
      </w:r>
      <w:r w:rsidR="006F20A8" w:rsidRPr="00100752">
        <w:rPr>
          <w:kern w:val="1"/>
          <w:szCs w:val="20"/>
          <w:lang w:eastAsia="ar-SA"/>
        </w:rPr>
        <w:tab/>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0C88FFC3" w:rsidR="002437D4" w:rsidRPr="00100752" w:rsidRDefault="00207F13">
            <w:r>
              <w:t>…</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57E3FED0" w:rsidR="002437D4" w:rsidRPr="00100752" w:rsidRDefault="002437D4">
            <w:r w:rsidRPr="00100752">
              <w:t xml:space="preserve">Registrikood </w:t>
            </w:r>
            <w:r w:rsidR="00207F13">
              <w:t>…</w:t>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r w:rsidR="0076689E" w:rsidRPr="00100752">
              <w:t>Sagadi küla, Haljala</w:t>
            </w:r>
            <w:r w:rsidR="008A43C7" w:rsidRPr="00100752">
              <w:t xml:space="preserve"> vald,</w:t>
            </w:r>
          </w:p>
        </w:tc>
        <w:tc>
          <w:tcPr>
            <w:tcW w:w="4531" w:type="dxa"/>
          </w:tcPr>
          <w:p w14:paraId="6AAA180E" w14:textId="06FB0D70" w:rsidR="002437D4" w:rsidRPr="00100752" w:rsidRDefault="00207F13">
            <w:r>
              <w:t>…</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2357215F" w:rsidR="002437D4" w:rsidRPr="00100752" w:rsidRDefault="002437D4">
            <w:r w:rsidRPr="00100752">
              <w:t xml:space="preserve">Tel </w:t>
            </w:r>
            <w:r w:rsidR="00207F13">
              <w:t>…</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359F8C14" w:rsidR="002437D4" w:rsidRPr="00100752" w:rsidRDefault="002437D4">
            <w:r w:rsidRPr="00100752">
              <w:t xml:space="preserve">E-post </w:t>
            </w:r>
            <w:r w:rsidR="00207F13">
              <w:t>…</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bl>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1D5A137A" w:rsidR="009E4534" w:rsidRPr="00100752" w:rsidRDefault="009E4534" w:rsidP="009E4534">
      <w:pPr>
        <w:tabs>
          <w:tab w:val="left" w:pos="0"/>
        </w:tabs>
        <w:suppressAutoHyphens/>
        <w:rPr>
          <w:i/>
          <w:kern w:val="1"/>
          <w:szCs w:val="20"/>
          <w:lang w:eastAsia="ar-SA"/>
        </w:rPr>
      </w:pPr>
      <w:r w:rsidRPr="00100752">
        <w:rPr>
          <w:b/>
          <w:bCs/>
          <w:kern w:val="1"/>
          <w:szCs w:val="20"/>
          <w:lang w:eastAsia="ar-SA"/>
        </w:rPr>
        <w:t>1. E</w:t>
      </w:r>
      <w:r w:rsidR="00A15311">
        <w:rPr>
          <w:b/>
          <w:bCs/>
          <w:kern w:val="1"/>
          <w:szCs w:val="20"/>
          <w:lang w:eastAsia="ar-SA"/>
        </w:rPr>
        <w:t>skiislahendus</w:t>
      </w:r>
      <w:r w:rsidR="004E36BA">
        <w:rPr>
          <w:b/>
          <w:bCs/>
          <w:kern w:val="1"/>
          <w:szCs w:val="20"/>
          <w:lang w:eastAsia="ar-SA"/>
        </w:rPr>
        <w:t xml:space="preserve"> ja </w:t>
      </w:r>
      <w:r w:rsidR="00AF46DA">
        <w:rPr>
          <w:b/>
          <w:bCs/>
          <w:kern w:val="1"/>
          <w:szCs w:val="20"/>
          <w:lang w:eastAsia="ar-SA"/>
        </w:rPr>
        <w:t>eelprojekt</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0EC6E588" w:rsidR="009E4534" w:rsidRPr="00100752" w:rsidRDefault="009E4534" w:rsidP="009E4534">
      <w:pPr>
        <w:suppressAutoHyphens/>
        <w:ind w:left="360"/>
        <w:jc w:val="both"/>
        <w:rPr>
          <w:i/>
          <w:kern w:val="1"/>
          <w:szCs w:val="20"/>
          <w:lang w:eastAsia="ar-SA"/>
        </w:rPr>
      </w:pPr>
      <w:r w:rsidRPr="00100752">
        <w:rPr>
          <w:i/>
          <w:kern w:val="1"/>
          <w:szCs w:val="20"/>
          <w:lang w:eastAsia="ar-SA"/>
        </w:rPr>
        <w:t xml:space="preserve">Seletuskirja ja jooniste koostamine projektlahenduse väljaselgitamiseks Tellijale vastuvõetava </w:t>
      </w:r>
      <w:r w:rsidR="004E36BA">
        <w:rPr>
          <w:i/>
          <w:kern w:val="1"/>
          <w:szCs w:val="20"/>
          <w:lang w:eastAsia="ar-SA"/>
        </w:rPr>
        <w:t xml:space="preserve">ja kooskõlastatud </w:t>
      </w:r>
      <w:r w:rsidRPr="00100752">
        <w:rPr>
          <w:i/>
          <w:kern w:val="1"/>
          <w:szCs w:val="20"/>
          <w:lang w:eastAsia="ar-SA"/>
        </w:rPr>
        <w:t>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39BCE809" w:rsidR="009E4534" w:rsidRPr="00100752" w:rsidRDefault="009E4534" w:rsidP="009E4534">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400DD22A" w14:textId="4783F734" w:rsidR="009E4534" w:rsidRPr="00100752" w:rsidRDefault="009E4534" w:rsidP="009E4534">
      <w:pPr>
        <w:suppressAutoHyphens/>
        <w:ind w:left="360"/>
        <w:jc w:val="both"/>
        <w:rPr>
          <w:kern w:val="1"/>
          <w:szCs w:val="20"/>
          <w:lang w:eastAsia="ar-SA"/>
        </w:rPr>
      </w:pPr>
      <w:r>
        <w:rPr>
          <w:kern w:val="1"/>
          <w:szCs w:val="20"/>
          <w:lang w:eastAsia="ar-SA"/>
        </w:rPr>
        <w:t>tähtae</w:t>
      </w:r>
      <w:r w:rsidRPr="000E6369">
        <w:rPr>
          <w:kern w:val="1"/>
          <w:szCs w:val="20"/>
          <w:lang w:eastAsia="ar-SA"/>
        </w:rPr>
        <w:t>g</w:t>
      </w:r>
      <w:r w:rsidR="005750C3">
        <w:rPr>
          <w:kern w:val="1"/>
          <w:szCs w:val="20"/>
          <w:lang w:eastAsia="ar-SA"/>
        </w:rPr>
        <w:t xml:space="preserve"> 3 </w:t>
      </w:r>
      <w:r w:rsidRPr="000E6369">
        <w:rPr>
          <w:kern w:val="1"/>
          <w:szCs w:val="20"/>
          <w:lang w:eastAsia="ar-SA"/>
        </w:rPr>
        <w:t>kuu</w:t>
      </w:r>
      <w:r w:rsidR="000E6369">
        <w:rPr>
          <w:kern w:val="1"/>
          <w:szCs w:val="20"/>
          <w:lang w:eastAsia="ar-SA"/>
        </w:rPr>
        <w:t>d</w:t>
      </w:r>
      <w:r w:rsidRPr="005B52CD">
        <w:rPr>
          <w:kern w:val="1"/>
          <w:szCs w:val="20"/>
          <w:lang w:eastAsia="ar-SA"/>
        </w:rPr>
        <w:t xml:space="preserve"> peale lepingu allkirjastamist</w:t>
      </w:r>
      <w:r w:rsidRPr="00100752">
        <w:rPr>
          <w:kern w:val="1"/>
          <w:szCs w:val="20"/>
          <w:lang w:eastAsia="ar-SA"/>
        </w:rPr>
        <w:t xml:space="preserve"> 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6D490CED" w:rsidR="00D33785" w:rsidRPr="00100752" w:rsidRDefault="00A15311" w:rsidP="00D33785">
      <w:pPr>
        <w:tabs>
          <w:tab w:val="left" w:pos="0"/>
        </w:tabs>
        <w:suppressAutoHyphens/>
        <w:jc w:val="both"/>
        <w:rPr>
          <w:i/>
          <w:strike/>
          <w:color w:val="FFC000"/>
          <w:kern w:val="1"/>
          <w:szCs w:val="20"/>
          <w:lang w:eastAsia="ar-SA"/>
        </w:rPr>
      </w:pPr>
      <w:r>
        <w:rPr>
          <w:b/>
          <w:kern w:val="1"/>
          <w:szCs w:val="20"/>
          <w:lang w:eastAsia="ar-SA"/>
        </w:rPr>
        <w:t>2</w:t>
      </w:r>
      <w:r w:rsidR="009E4534">
        <w:rPr>
          <w:b/>
          <w:kern w:val="1"/>
          <w:szCs w:val="20"/>
          <w:lang w:eastAsia="ar-SA"/>
        </w:rPr>
        <w:t>.</w:t>
      </w:r>
      <w:r>
        <w:rPr>
          <w:b/>
          <w:bCs/>
          <w:kern w:val="1"/>
          <w:szCs w:val="20"/>
          <w:lang w:eastAsia="ar-SA"/>
        </w:rPr>
        <w:t xml:space="preserve"> </w:t>
      </w:r>
      <w:r w:rsidR="004E36BA">
        <w:rPr>
          <w:b/>
          <w:bCs/>
          <w:kern w:val="1"/>
          <w:szCs w:val="20"/>
          <w:lang w:eastAsia="ar-SA"/>
        </w:rPr>
        <w:t>Põhiprojekt (</w:t>
      </w:r>
      <w:r w:rsidR="004E36BA" w:rsidRPr="004E36BA">
        <w:rPr>
          <w:b/>
          <w:bCs/>
          <w:i/>
          <w:iCs/>
          <w:kern w:val="1"/>
          <w:szCs w:val="20"/>
          <w:lang w:eastAsia="ar-SA"/>
        </w:rPr>
        <w:t>digitaalselt</w:t>
      </w:r>
      <w:r w:rsidR="004E36BA">
        <w:rPr>
          <w:b/>
          <w:bCs/>
          <w:kern w:val="1"/>
          <w:szCs w:val="20"/>
          <w:lang w:eastAsia="ar-SA"/>
        </w:rPr>
        <w:t>)</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51AEFD46"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23D43A3D" w14:textId="77777777" w:rsidR="005750C3" w:rsidRDefault="00D33785" w:rsidP="00D33785">
      <w:pPr>
        <w:suppressAutoHyphens/>
        <w:ind w:left="360"/>
        <w:jc w:val="both"/>
        <w:rPr>
          <w:kern w:val="1"/>
          <w:szCs w:val="20"/>
          <w:lang w:eastAsia="ar-SA"/>
        </w:rPr>
      </w:pPr>
      <w:r w:rsidRPr="000E6369">
        <w:rPr>
          <w:kern w:val="1"/>
          <w:szCs w:val="20"/>
          <w:lang w:eastAsia="ar-SA"/>
        </w:rPr>
        <w:t>tähtaeg</w:t>
      </w:r>
      <w:r w:rsidR="009D1CED" w:rsidRPr="000E6369">
        <w:rPr>
          <w:kern w:val="1"/>
          <w:szCs w:val="20"/>
          <w:lang w:eastAsia="ar-SA"/>
        </w:rPr>
        <w:t xml:space="preserve"> </w:t>
      </w:r>
      <w:r w:rsidR="005750C3">
        <w:rPr>
          <w:kern w:val="1"/>
          <w:szCs w:val="20"/>
          <w:lang w:eastAsia="ar-SA"/>
        </w:rPr>
        <w:t>6</w:t>
      </w:r>
      <w:r w:rsidRPr="000E6369">
        <w:rPr>
          <w:kern w:val="1"/>
          <w:szCs w:val="20"/>
          <w:lang w:eastAsia="ar-SA"/>
        </w:rPr>
        <w:t xml:space="preserve"> kuud</w:t>
      </w:r>
      <w:r w:rsidRPr="00100752">
        <w:rPr>
          <w:kern w:val="1"/>
          <w:szCs w:val="20"/>
          <w:lang w:eastAsia="ar-SA"/>
        </w:rPr>
        <w:t xml:space="preserve"> peale lepingu allkirjastamist poolte poolt.   </w:t>
      </w:r>
    </w:p>
    <w:p w14:paraId="4A89D785" w14:textId="77777777" w:rsidR="005750C3" w:rsidRDefault="005750C3" w:rsidP="00D33785">
      <w:pPr>
        <w:suppressAutoHyphens/>
        <w:ind w:left="360"/>
        <w:jc w:val="both"/>
        <w:rPr>
          <w:kern w:val="1"/>
          <w:szCs w:val="20"/>
          <w:lang w:eastAsia="ar-SA"/>
        </w:rPr>
      </w:pPr>
    </w:p>
    <w:p w14:paraId="2482F25B" w14:textId="77777777" w:rsidR="005750C3" w:rsidRDefault="005750C3" w:rsidP="00FA27A2">
      <w:pPr>
        <w:suppressAutoHyphens/>
        <w:spacing w:after="120"/>
        <w:jc w:val="both"/>
        <w:rPr>
          <w:kern w:val="1"/>
          <w:szCs w:val="20"/>
          <w:lang w:eastAsia="ar-SA"/>
        </w:rPr>
      </w:pPr>
      <w:r w:rsidRPr="005750C3">
        <w:rPr>
          <w:b/>
          <w:bCs/>
          <w:kern w:val="1"/>
          <w:szCs w:val="20"/>
          <w:lang w:eastAsia="ar-SA"/>
        </w:rPr>
        <w:t>3. Tööprojekt 7 peale lepingu allkirjastamist poolte poolt</w:t>
      </w:r>
      <w:r w:rsidRPr="00100752">
        <w:rPr>
          <w:b/>
          <w:bCs/>
          <w:i/>
          <w:kern w:val="1"/>
          <w:szCs w:val="20"/>
          <w:lang w:eastAsia="ar-SA"/>
        </w:rPr>
        <w:t>(paber- ja digitaalsel andmekandjal)</w:t>
      </w:r>
      <w:r w:rsidRPr="005750C3">
        <w:rPr>
          <w:kern w:val="1"/>
          <w:szCs w:val="20"/>
          <w:lang w:eastAsia="ar-SA"/>
        </w:rPr>
        <w:t xml:space="preserve"> </w:t>
      </w:r>
    </w:p>
    <w:p w14:paraId="683DC297" w14:textId="7282F1CB" w:rsidR="005750C3" w:rsidRPr="00100752" w:rsidRDefault="005750C3" w:rsidP="005750C3">
      <w:pPr>
        <w:suppressAutoHyphens/>
        <w:spacing w:after="120"/>
        <w:ind w:left="357"/>
        <w:jc w:val="both"/>
        <w:rPr>
          <w:kern w:val="1"/>
          <w:szCs w:val="20"/>
          <w:lang w:eastAsia="ar-SA"/>
        </w:rPr>
      </w:pPr>
      <w:r w:rsidRPr="00100752">
        <w:rPr>
          <w:kern w:val="1"/>
          <w:szCs w:val="20"/>
          <w:lang w:eastAsia="ar-SA"/>
        </w:rPr>
        <w:t>maksumus ……………………. eurot</w:t>
      </w:r>
      <w:r>
        <w:rPr>
          <w:kern w:val="1"/>
          <w:szCs w:val="20"/>
          <w:lang w:eastAsia="ar-SA"/>
        </w:rPr>
        <w:t>, millele lisandub käibemaks</w:t>
      </w:r>
      <w:r w:rsidRPr="00100752">
        <w:rPr>
          <w:kern w:val="1"/>
          <w:szCs w:val="20"/>
          <w:lang w:eastAsia="ar-SA"/>
        </w:rPr>
        <w:t>;</w:t>
      </w:r>
    </w:p>
    <w:p w14:paraId="245EFF7C" w14:textId="4690E429" w:rsidR="005750C3" w:rsidRDefault="005750C3" w:rsidP="005750C3">
      <w:pPr>
        <w:suppressAutoHyphens/>
        <w:ind w:left="360"/>
        <w:jc w:val="both"/>
        <w:rPr>
          <w:kern w:val="1"/>
          <w:szCs w:val="20"/>
          <w:lang w:eastAsia="ar-SA"/>
        </w:rPr>
      </w:pPr>
      <w:r w:rsidRPr="000E6369">
        <w:rPr>
          <w:kern w:val="1"/>
          <w:szCs w:val="20"/>
          <w:lang w:eastAsia="ar-SA"/>
        </w:rPr>
        <w:t xml:space="preserve">tähtaeg </w:t>
      </w:r>
      <w:r>
        <w:rPr>
          <w:kern w:val="1"/>
          <w:szCs w:val="20"/>
          <w:lang w:eastAsia="ar-SA"/>
        </w:rPr>
        <w:t>7</w:t>
      </w:r>
      <w:r w:rsidRPr="000E6369">
        <w:rPr>
          <w:kern w:val="1"/>
          <w:szCs w:val="20"/>
          <w:lang w:eastAsia="ar-SA"/>
        </w:rPr>
        <w:t xml:space="preserve"> kuud</w:t>
      </w:r>
      <w:r w:rsidRPr="00100752">
        <w:rPr>
          <w:kern w:val="1"/>
          <w:szCs w:val="20"/>
          <w:lang w:eastAsia="ar-SA"/>
        </w:rPr>
        <w:t xml:space="preserve"> peale lepingu allkirjastamist poolte poolt.   </w:t>
      </w:r>
    </w:p>
    <w:p w14:paraId="0BFCC9A5" w14:textId="6B7C0FB6" w:rsidR="005750C3" w:rsidRPr="005750C3" w:rsidRDefault="005750C3" w:rsidP="005750C3">
      <w:pPr>
        <w:tabs>
          <w:tab w:val="left" w:pos="0"/>
        </w:tabs>
        <w:suppressAutoHyphens/>
        <w:jc w:val="both"/>
        <w:rPr>
          <w:b/>
          <w:bCs/>
          <w:i/>
          <w:kern w:val="1"/>
          <w:szCs w:val="20"/>
          <w:lang w:eastAsia="ar-SA"/>
        </w:rPr>
      </w:pPr>
    </w:p>
    <w:p w14:paraId="46AB614D" w14:textId="7C3239ED" w:rsidR="005750C3" w:rsidRPr="005750C3" w:rsidRDefault="005750C3" w:rsidP="00D33785">
      <w:pPr>
        <w:suppressAutoHyphens/>
        <w:ind w:left="360"/>
        <w:jc w:val="both"/>
        <w:rPr>
          <w:b/>
          <w:bCs/>
          <w:kern w:val="1"/>
          <w:szCs w:val="20"/>
          <w:lang w:eastAsia="ar-SA"/>
        </w:rPr>
      </w:pPr>
    </w:p>
    <w:p w14:paraId="72FA67D6" w14:textId="77777777" w:rsidR="005750C3" w:rsidRDefault="005750C3" w:rsidP="00D33785">
      <w:pPr>
        <w:suppressAutoHyphens/>
        <w:ind w:left="360"/>
        <w:jc w:val="both"/>
        <w:rPr>
          <w:kern w:val="1"/>
          <w:szCs w:val="20"/>
          <w:lang w:eastAsia="ar-SA"/>
        </w:rPr>
      </w:pPr>
    </w:p>
    <w:p w14:paraId="27912F1D" w14:textId="77777777" w:rsidR="005750C3" w:rsidRDefault="005750C3" w:rsidP="00D33785">
      <w:pPr>
        <w:suppressAutoHyphens/>
        <w:ind w:left="360"/>
        <w:jc w:val="both"/>
        <w:rPr>
          <w:kern w:val="1"/>
          <w:szCs w:val="20"/>
          <w:lang w:eastAsia="ar-SA"/>
        </w:rPr>
      </w:pPr>
    </w:p>
    <w:p w14:paraId="225B2E04" w14:textId="0B6E7528" w:rsidR="00D33785" w:rsidRPr="00100752" w:rsidRDefault="00D33785" w:rsidP="00D33785">
      <w:pPr>
        <w:suppressAutoHyphens/>
        <w:ind w:left="360"/>
        <w:jc w:val="both"/>
        <w:rPr>
          <w:kern w:val="1"/>
          <w:szCs w:val="20"/>
          <w:lang w:eastAsia="ar-SA"/>
        </w:rPr>
      </w:pPr>
      <w:r w:rsidRPr="00100752">
        <w:rPr>
          <w:kern w:val="1"/>
          <w:szCs w:val="20"/>
          <w:lang w:eastAsia="ar-SA"/>
        </w:rPr>
        <w:t xml:space="preserve">                                                                                                            </w:t>
      </w: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EEB5318"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8"/>
      <w:headerReference w:type="default" r:id="rId9"/>
      <w:headerReference w:type="first" r:id="rId10"/>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A56C7" w14:textId="77777777" w:rsidR="00814CB9" w:rsidRDefault="00814CB9">
      <w:r>
        <w:separator/>
      </w:r>
    </w:p>
  </w:endnote>
  <w:endnote w:type="continuationSeparator" w:id="0">
    <w:p w14:paraId="7788090C" w14:textId="77777777" w:rsidR="00814CB9" w:rsidRDefault="00814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B38D1" w14:textId="77777777" w:rsidR="00814CB9" w:rsidRDefault="00814CB9">
      <w:r>
        <w:separator/>
      </w:r>
    </w:p>
  </w:footnote>
  <w:footnote w:type="continuationSeparator" w:id="0">
    <w:p w14:paraId="50CBBE65" w14:textId="77777777" w:rsidR="00814CB9" w:rsidRDefault="00814C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61286" w14:textId="6B8F133F" w:rsidR="004B4B36" w:rsidRDefault="00207F13" w:rsidP="004B4B36">
    <w:pPr>
      <w:pStyle w:val="Pis"/>
    </w:pPr>
    <w:r>
      <w:t xml:space="preserve">RMK hange: </w:t>
    </w:r>
    <w:r w:rsidR="00A23A9C" w:rsidRPr="00FA27A2">
      <w:rPr>
        <w:i/>
        <w:iCs/>
      </w:rPr>
      <w:t xml:space="preserve">Kaberneeme telkimisala </w:t>
    </w:r>
    <w:r w:rsidR="00FA27A2" w:rsidRPr="00FA27A2">
      <w:rPr>
        <w:i/>
        <w:iCs/>
      </w:rPr>
      <w:t xml:space="preserve">rekonstrueerimise </w:t>
    </w:r>
    <w:r w:rsidR="00A23A9C" w:rsidRPr="00FA27A2">
      <w:rPr>
        <w:i/>
        <w:iCs/>
      </w:rPr>
      <w:t>projekteerimistööd</w:t>
    </w:r>
  </w:p>
  <w:p w14:paraId="6C27B858" w14:textId="0A68E9F4" w:rsidR="00207F13" w:rsidRDefault="004B4B36" w:rsidP="004B4B36">
    <w:pPr>
      <w:pStyle w:val="Pis"/>
    </w:pPr>
    <w:r>
      <w:t xml:space="preserve">Viitenumber: </w:t>
    </w:r>
    <w:r w:rsidR="007B1309">
      <w:t>…..</w:t>
    </w:r>
    <w:r w:rsidR="00993CF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36BA"/>
    <w:rsid w:val="0002466A"/>
    <w:rsid w:val="000610B0"/>
    <w:rsid w:val="00070E9C"/>
    <w:rsid w:val="000828A2"/>
    <w:rsid w:val="00085CAD"/>
    <w:rsid w:val="00092649"/>
    <w:rsid w:val="00093F12"/>
    <w:rsid w:val="000B24B2"/>
    <w:rsid w:val="000B25CA"/>
    <w:rsid w:val="000B6C5B"/>
    <w:rsid w:val="000C52F9"/>
    <w:rsid w:val="000C7599"/>
    <w:rsid w:val="000E6369"/>
    <w:rsid w:val="000F143D"/>
    <w:rsid w:val="000F573A"/>
    <w:rsid w:val="00100752"/>
    <w:rsid w:val="00117F0D"/>
    <w:rsid w:val="001222F1"/>
    <w:rsid w:val="00130781"/>
    <w:rsid w:val="0013352E"/>
    <w:rsid w:val="00146AF6"/>
    <w:rsid w:val="00163203"/>
    <w:rsid w:val="0016496E"/>
    <w:rsid w:val="001734FD"/>
    <w:rsid w:val="00180E85"/>
    <w:rsid w:val="00187866"/>
    <w:rsid w:val="001C3FAD"/>
    <w:rsid w:val="001D3892"/>
    <w:rsid w:val="001D77EE"/>
    <w:rsid w:val="001F775C"/>
    <w:rsid w:val="00207F13"/>
    <w:rsid w:val="0021322F"/>
    <w:rsid w:val="00222E23"/>
    <w:rsid w:val="002437D4"/>
    <w:rsid w:val="00252E87"/>
    <w:rsid w:val="0026300A"/>
    <w:rsid w:val="00270B13"/>
    <w:rsid w:val="00272DA6"/>
    <w:rsid w:val="0029343E"/>
    <w:rsid w:val="00294162"/>
    <w:rsid w:val="002B143E"/>
    <w:rsid w:val="002B20A0"/>
    <w:rsid w:val="002B64A9"/>
    <w:rsid w:val="002C4678"/>
    <w:rsid w:val="002D2647"/>
    <w:rsid w:val="002E3ABA"/>
    <w:rsid w:val="003007F8"/>
    <w:rsid w:val="00301D54"/>
    <w:rsid w:val="00311242"/>
    <w:rsid w:val="00312480"/>
    <w:rsid w:val="00321530"/>
    <w:rsid w:val="0033099A"/>
    <w:rsid w:val="00334452"/>
    <w:rsid w:val="00337FC6"/>
    <w:rsid w:val="0034780F"/>
    <w:rsid w:val="0035627B"/>
    <w:rsid w:val="0037187B"/>
    <w:rsid w:val="003731BF"/>
    <w:rsid w:val="00377D65"/>
    <w:rsid w:val="003911CB"/>
    <w:rsid w:val="003B3FCC"/>
    <w:rsid w:val="003C70DA"/>
    <w:rsid w:val="003D1FD3"/>
    <w:rsid w:val="003D4F57"/>
    <w:rsid w:val="003D60F3"/>
    <w:rsid w:val="003F26F1"/>
    <w:rsid w:val="00402796"/>
    <w:rsid w:val="0040704F"/>
    <w:rsid w:val="00437D85"/>
    <w:rsid w:val="004474F5"/>
    <w:rsid w:val="00474CCC"/>
    <w:rsid w:val="00483303"/>
    <w:rsid w:val="0048584E"/>
    <w:rsid w:val="004B4B36"/>
    <w:rsid w:val="004E0F49"/>
    <w:rsid w:val="004E36BA"/>
    <w:rsid w:val="004F3FE6"/>
    <w:rsid w:val="00551773"/>
    <w:rsid w:val="0055684A"/>
    <w:rsid w:val="005750C3"/>
    <w:rsid w:val="00587F5D"/>
    <w:rsid w:val="00597F16"/>
    <w:rsid w:val="005B1C24"/>
    <w:rsid w:val="005D6C7E"/>
    <w:rsid w:val="005E0033"/>
    <w:rsid w:val="005F3F19"/>
    <w:rsid w:val="0061474F"/>
    <w:rsid w:val="00616409"/>
    <w:rsid w:val="00634FF0"/>
    <w:rsid w:val="00653D9B"/>
    <w:rsid w:val="00662208"/>
    <w:rsid w:val="006669FD"/>
    <w:rsid w:val="006725E5"/>
    <w:rsid w:val="00672EAA"/>
    <w:rsid w:val="006833CD"/>
    <w:rsid w:val="0068529B"/>
    <w:rsid w:val="00687CD8"/>
    <w:rsid w:val="006921B3"/>
    <w:rsid w:val="006B6A81"/>
    <w:rsid w:val="006C23CE"/>
    <w:rsid w:val="006F20A8"/>
    <w:rsid w:val="006F38A6"/>
    <w:rsid w:val="00701EC5"/>
    <w:rsid w:val="00705EDC"/>
    <w:rsid w:val="00720C5F"/>
    <w:rsid w:val="007337BF"/>
    <w:rsid w:val="007548FE"/>
    <w:rsid w:val="00764935"/>
    <w:rsid w:val="0076689E"/>
    <w:rsid w:val="00770519"/>
    <w:rsid w:val="0077124A"/>
    <w:rsid w:val="00772CAB"/>
    <w:rsid w:val="007926C9"/>
    <w:rsid w:val="00793C2D"/>
    <w:rsid w:val="007B1309"/>
    <w:rsid w:val="007C4EDC"/>
    <w:rsid w:val="007C58DC"/>
    <w:rsid w:val="007D392A"/>
    <w:rsid w:val="007E388E"/>
    <w:rsid w:val="008071A6"/>
    <w:rsid w:val="0081346C"/>
    <w:rsid w:val="00814CB9"/>
    <w:rsid w:val="00831570"/>
    <w:rsid w:val="00840C09"/>
    <w:rsid w:val="0085250A"/>
    <w:rsid w:val="008633AC"/>
    <w:rsid w:val="00867887"/>
    <w:rsid w:val="00887B9B"/>
    <w:rsid w:val="00891ED1"/>
    <w:rsid w:val="00895B8C"/>
    <w:rsid w:val="00896385"/>
    <w:rsid w:val="008A43C7"/>
    <w:rsid w:val="008B1F2F"/>
    <w:rsid w:val="008C0E08"/>
    <w:rsid w:val="008E55EB"/>
    <w:rsid w:val="008E5715"/>
    <w:rsid w:val="009126C5"/>
    <w:rsid w:val="00925E1C"/>
    <w:rsid w:val="009267C2"/>
    <w:rsid w:val="00927A44"/>
    <w:rsid w:val="00943DB2"/>
    <w:rsid w:val="00962F05"/>
    <w:rsid w:val="00981969"/>
    <w:rsid w:val="00991DD6"/>
    <w:rsid w:val="00993CFA"/>
    <w:rsid w:val="009A75D1"/>
    <w:rsid w:val="009B6662"/>
    <w:rsid w:val="009C2AB5"/>
    <w:rsid w:val="009D1CED"/>
    <w:rsid w:val="009E4534"/>
    <w:rsid w:val="009E727A"/>
    <w:rsid w:val="00A1479A"/>
    <w:rsid w:val="00A15311"/>
    <w:rsid w:val="00A15D1F"/>
    <w:rsid w:val="00A164C6"/>
    <w:rsid w:val="00A23A9C"/>
    <w:rsid w:val="00A24037"/>
    <w:rsid w:val="00A24385"/>
    <w:rsid w:val="00A262AF"/>
    <w:rsid w:val="00A506C6"/>
    <w:rsid w:val="00A53EDF"/>
    <w:rsid w:val="00A54A8B"/>
    <w:rsid w:val="00A5646C"/>
    <w:rsid w:val="00A858A3"/>
    <w:rsid w:val="00AC6140"/>
    <w:rsid w:val="00AE027C"/>
    <w:rsid w:val="00AE4593"/>
    <w:rsid w:val="00AF46DA"/>
    <w:rsid w:val="00B02111"/>
    <w:rsid w:val="00B1136F"/>
    <w:rsid w:val="00B22127"/>
    <w:rsid w:val="00B34139"/>
    <w:rsid w:val="00B36EC8"/>
    <w:rsid w:val="00B47672"/>
    <w:rsid w:val="00B849BE"/>
    <w:rsid w:val="00B90A21"/>
    <w:rsid w:val="00B9642D"/>
    <w:rsid w:val="00B97297"/>
    <w:rsid w:val="00B97815"/>
    <w:rsid w:val="00BA0F84"/>
    <w:rsid w:val="00BA6375"/>
    <w:rsid w:val="00BB3CB9"/>
    <w:rsid w:val="00BC7FD0"/>
    <w:rsid w:val="00BE3FEF"/>
    <w:rsid w:val="00BE703E"/>
    <w:rsid w:val="00BF5D64"/>
    <w:rsid w:val="00C10513"/>
    <w:rsid w:val="00C11329"/>
    <w:rsid w:val="00C37434"/>
    <w:rsid w:val="00C553CC"/>
    <w:rsid w:val="00C5662F"/>
    <w:rsid w:val="00C63BFE"/>
    <w:rsid w:val="00C677AC"/>
    <w:rsid w:val="00C97DD5"/>
    <w:rsid w:val="00CA3076"/>
    <w:rsid w:val="00CB0220"/>
    <w:rsid w:val="00CD2D1E"/>
    <w:rsid w:val="00CD48A2"/>
    <w:rsid w:val="00CD52E7"/>
    <w:rsid w:val="00CE4463"/>
    <w:rsid w:val="00D00DD0"/>
    <w:rsid w:val="00D07E0A"/>
    <w:rsid w:val="00D322AC"/>
    <w:rsid w:val="00D33785"/>
    <w:rsid w:val="00D34B46"/>
    <w:rsid w:val="00D37E26"/>
    <w:rsid w:val="00D42A8F"/>
    <w:rsid w:val="00D7447A"/>
    <w:rsid w:val="00D86A3C"/>
    <w:rsid w:val="00D90FD5"/>
    <w:rsid w:val="00DA46CA"/>
    <w:rsid w:val="00DC7FDF"/>
    <w:rsid w:val="00DD18DC"/>
    <w:rsid w:val="00DD3DF9"/>
    <w:rsid w:val="00DD6D16"/>
    <w:rsid w:val="00DE0752"/>
    <w:rsid w:val="00DE2A44"/>
    <w:rsid w:val="00DE5300"/>
    <w:rsid w:val="00E22664"/>
    <w:rsid w:val="00E24DA2"/>
    <w:rsid w:val="00E32DB2"/>
    <w:rsid w:val="00E3576B"/>
    <w:rsid w:val="00E36FA4"/>
    <w:rsid w:val="00E61950"/>
    <w:rsid w:val="00E74ACF"/>
    <w:rsid w:val="00E82AE4"/>
    <w:rsid w:val="00E85A15"/>
    <w:rsid w:val="00EB6E1F"/>
    <w:rsid w:val="00EC3CBD"/>
    <w:rsid w:val="00ED0D25"/>
    <w:rsid w:val="00ED2357"/>
    <w:rsid w:val="00EE29F4"/>
    <w:rsid w:val="00EE3C2F"/>
    <w:rsid w:val="00EE5EC3"/>
    <w:rsid w:val="00EF3CCA"/>
    <w:rsid w:val="00F62E72"/>
    <w:rsid w:val="00F734BD"/>
    <w:rsid w:val="00F80F3D"/>
    <w:rsid w:val="00F85E41"/>
    <w:rsid w:val="00F87CF6"/>
    <w:rsid w:val="00F91FEA"/>
    <w:rsid w:val="00FA24E8"/>
    <w:rsid w:val="00FA27A2"/>
    <w:rsid w:val="00FB4929"/>
    <w:rsid w:val="00FF24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0F143D"/>
    <w:rsid w:val="001027C7"/>
    <w:rsid w:val="001C3FAD"/>
    <w:rsid w:val="00270B13"/>
    <w:rsid w:val="002818F2"/>
    <w:rsid w:val="00414F17"/>
    <w:rsid w:val="004474F5"/>
    <w:rsid w:val="004E0F49"/>
    <w:rsid w:val="004F6268"/>
    <w:rsid w:val="005517D4"/>
    <w:rsid w:val="00633CDA"/>
    <w:rsid w:val="007812A9"/>
    <w:rsid w:val="0085250A"/>
    <w:rsid w:val="00A5646C"/>
    <w:rsid w:val="00B9642D"/>
    <w:rsid w:val="00BE703E"/>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DE41224C618B41A1AC0FDE9F9CECA43B">
    <w:name w:val="DE41224C618B41A1AC0FDE9F9CECA43B"/>
  </w:style>
  <w:style w:type="paragraph" w:customStyle="1" w:styleId="780C28E486FD4221B5177574DF1886E1">
    <w:name w:val="780C28E486FD4221B5177574DF188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60</TotalTime>
  <Pages>5</Pages>
  <Words>1845</Words>
  <Characters>10702</Characters>
  <Application>Microsoft Office Word</Application>
  <DocSecurity>0</DocSecurity>
  <Lines>89</Lines>
  <Paragraphs>25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Urbe Kallais</cp:lastModifiedBy>
  <cp:revision>11</cp:revision>
  <cp:lastPrinted>1900-12-31T22:00:00Z</cp:lastPrinted>
  <dcterms:created xsi:type="dcterms:W3CDTF">2024-08-27T13:10:00Z</dcterms:created>
  <dcterms:modified xsi:type="dcterms:W3CDTF">2024-10-29T09:42:00Z</dcterms:modified>
</cp:coreProperties>
</file>